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Content>
        <w:p w14:paraId="74F54C91" w14:textId="161AA81F" w:rsidR="00826B7B" w:rsidRPr="003262BE" w:rsidRDefault="004F00B8" w:rsidP="003262BE">
          <w:pPr>
            <w:pStyle w:val="Tituldatum"/>
            <w:rPr>
              <w:rStyle w:val="Nzevakce"/>
            </w:rPr>
          </w:pPr>
          <w:r w:rsidRPr="004F00B8">
            <w:rPr>
              <w:rStyle w:val="Nzevakce"/>
            </w:rPr>
            <w:t>Výstavba PZS přejezdu P5387 v km 12,607 trati Hradec Králové – Turnov</w:t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114513D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80527">
        <w:t>15</w:t>
      </w:r>
      <w:r w:rsidR="009E37B6">
        <w:t>.</w:t>
      </w:r>
      <w:r w:rsidR="00E41AD5">
        <w:t>1</w:t>
      </w:r>
      <w:r w:rsidR="009E37B6">
        <w:t>.202</w:t>
      </w:r>
      <w:r w:rsidR="00E41AD5">
        <w:t>1</w:t>
      </w:r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7777777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77777777" w:rsidR="000B536E" w:rsidRDefault="00E805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7777777" w:rsidR="000B536E" w:rsidRDefault="00E805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77777777" w:rsidR="000B536E" w:rsidRDefault="00E805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77777777" w:rsidR="000B536E" w:rsidRDefault="00E805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77777777" w:rsidR="000B536E" w:rsidRDefault="00E805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7777777" w:rsidR="000B536E" w:rsidRDefault="00E805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77777777" w:rsidR="000B536E" w:rsidRDefault="00E805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0" w:name="_Toc4215026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1" w:name="_Toc4215026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6" w:name="_Toc42150262"/>
      <w:r>
        <w:t>Soupis prací</w:t>
      </w:r>
      <w:bookmarkEnd w:id="6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7" w:name="_Toc42150263"/>
      <w:r>
        <w:t>Cenová soustava</w:t>
      </w:r>
      <w:bookmarkEnd w:id="7"/>
    </w:p>
    <w:p w14:paraId="19FC5F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8" w:name="_Toc42150264"/>
      <w:r>
        <w:t>Měrné jednotky</w:t>
      </w:r>
      <w:bookmarkEnd w:id="8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9" w:name="_Toc42150265"/>
      <w:r>
        <w:t>ZÁKLADNÍ PRAVIDLA PRO OCEŇOVÁNÍ SOUPISU PRACÍ</w:t>
      </w:r>
      <w:bookmarkEnd w:id="9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0" w:name="_Toc42150266"/>
      <w:r>
        <w:lastRenderedPageBreak/>
        <w:t>MĚŘENÍ</w:t>
      </w:r>
      <w:bookmarkEnd w:id="10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1" w:name="_Toc4215026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5331E" w14:textId="77777777"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14:paraId="1E599C87" w14:textId="77777777"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6EB09477" w:rsidR="00CF0EF4" w:rsidRPr="003462EB" w:rsidRDefault="00E80527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80527">
            <w:rPr>
              <w:b/>
              <w:bCs/>
              <w:noProof/>
            </w:rPr>
            <w:t>Výstavba</w:t>
          </w:r>
          <w:r>
            <w:rPr>
              <w:noProof/>
            </w:rPr>
            <w:t xml:space="preserve"> PZS přejezdu P5387 v km 12,607 trati Hradec Králové – Turnov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2019D13B" w:rsidR="00CF0EF4" w:rsidRDefault="00E8052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přejezdu P5387 v km 12,607 trati Hradec Králové – Turnov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054BA27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B4F" w14:textId="77777777"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14:paraId="1CEA49C5" w14:textId="77777777"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467F"/>
    <w:rsid w:val="004E7A1F"/>
    <w:rsid w:val="004F00B8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5B07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0527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D200D2-9FC4-458C-BCB6-5EC827C1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2</TotalTime>
  <Pages>6</Pages>
  <Words>1815</Words>
  <Characters>10715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Charvát Martin  Ing.</cp:lastModifiedBy>
  <cp:revision>4</cp:revision>
  <cp:lastPrinted>2019-03-13T10:28:00Z</cp:lastPrinted>
  <dcterms:created xsi:type="dcterms:W3CDTF">2021-01-13T13:09:00Z</dcterms:created>
  <dcterms:modified xsi:type="dcterms:W3CDTF">2021-01-13T13:10:00Z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